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DDD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569A3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67045A" w14:textId="73093D6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EF2">
        <w:rPr>
          <w:rFonts w:ascii="Corbel" w:hAnsi="Corbel"/>
          <w:i/>
          <w:smallCaps/>
          <w:sz w:val="24"/>
          <w:szCs w:val="24"/>
        </w:rPr>
        <w:t>20</w:t>
      </w:r>
      <w:r w:rsidR="00FA59D9">
        <w:rPr>
          <w:rFonts w:ascii="Corbel" w:hAnsi="Corbel"/>
          <w:i/>
          <w:smallCaps/>
          <w:sz w:val="24"/>
          <w:szCs w:val="24"/>
        </w:rPr>
        <w:t>19</w:t>
      </w:r>
      <w:r w:rsidR="00092EF2">
        <w:rPr>
          <w:rFonts w:ascii="Corbel" w:hAnsi="Corbel"/>
          <w:i/>
          <w:smallCaps/>
          <w:sz w:val="24"/>
          <w:szCs w:val="24"/>
        </w:rPr>
        <w:t>-202</w:t>
      </w:r>
      <w:r w:rsidR="00FA59D9">
        <w:rPr>
          <w:rFonts w:ascii="Corbel" w:hAnsi="Corbel"/>
          <w:i/>
          <w:smallCaps/>
          <w:sz w:val="24"/>
          <w:szCs w:val="24"/>
        </w:rPr>
        <w:t>1</w:t>
      </w:r>
    </w:p>
    <w:p w14:paraId="401EB88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9ADA7A" w14:textId="6430AB3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92EF2">
        <w:rPr>
          <w:rFonts w:ascii="Corbel" w:hAnsi="Corbel"/>
          <w:sz w:val="20"/>
          <w:szCs w:val="20"/>
        </w:rPr>
        <w:t>202</w:t>
      </w:r>
      <w:r w:rsidR="00FA59D9">
        <w:rPr>
          <w:rFonts w:ascii="Corbel" w:hAnsi="Corbel"/>
          <w:sz w:val="20"/>
          <w:szCs w:val="20"/>
        </w:rPr>
        <w:t>0</w:t>
      </w:r>
      <w:r w:rsidR="00092EF2">
        <w:rPr>
          <w:rFonts w:ascii="Corbel" w:hAnsi="Corbel"/>
          <w:sz w:val="20"/>
          <w:szCs w:val="20"/>
        </w:rPr>
        <w:t>-202</w:t>
      </w:r>
      <w:r w:rsidR="00FA59D9">
        <w:rPr>
          <w:rFonts w:ascii="Corbel" w:hAnsi="Corbel"/>
          <w:sz w:val="20"/>
          <w:szCs w:val="20"/>
        </w:rPr>
        <w:t>1</w:t>
      </w:r>
    </w:p>
    <w:p w14:paraId="50BC71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620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3DC3" w14:paraId="78694AC1" w14:textId="77777777" w:rsidTr="00B819C8">
        <w:tc>
          <w:tcPr>
            <w:tcW w:w="2694" w:type="dxa"/>
            <w:vAlign w:val="center"/>
          </w:tcPr>
          <w:p w14:paraId="13CDBE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1FC22E" w14:textId="77777777" w:rsidR="0085747A" w:rsidRPr="005D011A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  <w:lang w:val="en-US"/>
              </w:rPr>
              <w:t>Key problems of contemporary family</w:t>
            </w:r>
            <w:r w:rsidR="0049263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E137F93" w14:textId="77777777" w:rsidTr="00B819C8">
        <w:tc>
          <w:tcPr>
            <w:tcW w:w="2694" w:type="dxa"/>
            <w:vAlign w:val="center"/>
          </w:tcPr>
          <w:p w14:paraId="7A65CB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3B9017" w14:textId="77777777" w:rsidR="0085747A" w:rsidRPr="009C54AE" w:rsidRDefault="005D011A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07ECAB20" w14:textId="77777777" w:rsidTr="00B819C8">
        <w:tc>
          <w:tcPr>
            <w:tcW w:w="2694" w:type="dxa"/>
            <w:vAlign w:val="center"/>
          </w:tcPr>
          <w:p w14:paraId="0D11ED3E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C717E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7FA92E1F" w14:textId="77777777" w:rsidTr="00B819C8">
        <w:tc>
          <w:tcPr>
            <w:tcW w:w="2694" w:type="dxa"/>
            <w:vAlign w:val="center"/>
          </w:tcPr>
          <w:p w14:paraId="1D6D929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C7109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E1FEB3A" w14:textId="77777777" w:rsidTr="00B819C8">
        <w:tc>
          <w:tcPr>
            <w:tcW w:w="2694" w:type="dxa"/>
            <w:vAlign w:val="center"/>
          </w:tcPr>
          <w:p w14:paraId="185B62E2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ED494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6FCA94A5" w14:textId="77777777" w:rsidTr="00B819C8">
        <w:tc>
          <w:tcPr>
            <w:tcW w:w="2694" w:type="dxa"/>
            <w:vAlign w:val="center"/>
          </w:tcPr>
          <w:p w14:paraId="498FD4C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E2C5CA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0C1CA9D7" w14:textId="77777777" w:rsidTr="00B819C8">
        <w:tc>
          <w:tcPr>
            <w:tcW w:w="2694" w:type="dxa"/>
            <w:vAlign w:val="center"/>
          </w:tcPr>
          <w:p w14:paraId="49B57BF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61C7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92EF2" w:rsidRPr="009C54AE" w14:paraId="5ED703B5" w14:textId="77777777" w:rsidTr="00B819C8">
        <w:tc>
          <w:tcPr>
            <w:tcW w:w="2694" w:type="dxa"/>
            <w:vAlign w:val="center"/>
          </w:tcPr>
          <w:p w14:paraId="42AC5839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1689B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1514A37B" w14:textId="77777777" w:rsidTr="00B819C8">
        <w:tc>
          <w:tcPr>
            <w:tcW w:w="2694" w:type="dxa"/>
            <w:vAlign w:val="center"/>
          </w:tcPr>
          <w:p w14:paraId="79B62B3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A3DAFA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078409B7" w14:textId="77777777" w:rsidTr="00B819C8">
        <w:tc>
          <w:tcPr>
            <w:tcW w:w="2694" w:type="dxa"/>
            <w:vAlign w:val="center"/>
          </w:tcPr>
          <w:p w14:paraId="53D0666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F614AC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092EF2" w:rsidRPr="009C54AE" w14:paraId="64D7B255" w14:textId="77777777" w:rsidTr="00B819C8">
        <w:tc>
          <w:tcPr>
            <w:tcW w:w="2694" w:type="dxa"/>
            <w:vAlign w:val="center"/>
          </w:tcPr>
          <w:p w14:paraId="6F75757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27403A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552E77A4" w14:textId="77777777" w:rsidTr="00B819C8">
        <w:tc>
          <w:tcPr>
            <w:tcW w:w="2694" w:type="dxa"/>
            <w:vAlign w:val="center"/>
          </w:tcPr>
          <w:p w14:paraId="41E148B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B036A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3E39F67D" w14:textId="77777777" w:rsidTr="00B819C8">
        <w:tc>
          <w:tcPr>
            <w:tcW w:w="2694" w:type="dxa"/>
            <w:vAlign w:val="center"/>
          </w:tcPr>
          <w:p w14:paraId="72B0C4E3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7E316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0B1EA7C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7D76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26DD36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6ACB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5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7C66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9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0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E9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C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C1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D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6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C3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7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8812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E76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4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1D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9D5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C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07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9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62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B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7512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ACA6B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4426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91DF6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2EF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33D3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44A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0C6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5DEE1D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F84AAE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DF8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22C5E" w14:textId="77777777" w:rsidTr="00745302">
        <w:tc>
          <w:tcPr>
            <w:tcW w:w="9670" w:type="dxa"/>
          </w:tcPr>
          <w:p w14:paraId="7A45B087" w14:textId="77777777" w:rsidR="0085747A" w:rsidRPr="009C54AE" w:rsidRDefault="0009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28BCFF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ACF870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C3D2A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53525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BC8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1A36C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71D02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0A7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674DF5" w14:textId="77777777" w:rsidR="00F83B28" w:rsidRPr="00675741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013425" w14:textId="77777777" w:rsidTr="00923D7D">
        <w:tc>
          <w:tcPr>
            <w:tcW w:w="851" w:type="dxa"/>
            <w:vAlign w:val="center"/>
          </w:tcPr>
          <w:p w14:paraId="2E26B52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06A78" w14:textId="77777777" w:rsidR="0085747A" w:rsidRPr="009C54AE" w:rsidRDefault="009F5E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A98196A" w14:textId="77777777" w:rsidTr="00923D7D">
        <w:tc>
          <w:tcPr>
            <w:tcW w:w="851" w:type="dxa"/>
            <w:vAlign w:val="center"/>
          </w:tcPr>
          <w:p w14:paraId="763A2BE8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B35386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6014D9BD" w14:textId="77777777" w:rsidTr="00923D7D">
        <w:tc>
          <w:tcPr>
            <w:tcW w:w="851" w:type="dxa"/>
            <w:vAlign w:val="center"/>
          </w:tcPr>
          <w:p w14:paraId="6813DA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A9259D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1AF22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212444" w14:textId="77777777" w:rsidR="001D7B54" w:rsidRPr="009C54AE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7D445756" w14:textId="77777777" w:rsidTr="0071620A">
        <w:tc>
          <w:tcPr>
            <w:tcW w:w="1701" w:type="dxa"/>
            <w:vAlign w:val="center"/>
          </w:tcPr>
          <w:p w14:paraId="50793A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BD1C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F432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BAEB40" w14:textId="77777777" w:rsidTr="005E6E85">
        <w:tc>
          <w:tcPr>
            <w:tcW w:w="1701" w:type="dxa"/>
          </w:tcPr>
          <w:p w14:paraId="41D77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326" w14:textId="77777777" w:rsidR="0085747A" w:rsidRPr="009C54AE" w:rsidRDefault="000D2B7E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76AF8CD6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5D833569" w14:textId="77777777" w:rsidTr="005E6E85">
        <w:tc>
          <w:tcPr>
            <w:tcW w:w="1701" w:type="dxa"/>
          </w:tcPr>
          <w:p w14:paraId="68DFBE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A9B1C5" w14:textId="77777777" w:rsidR="0085747A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0B15C715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FEDFBFA" w14:textId="77777777" w:rsidTr="005E6E85">
        <w:tc>
          <w:tcPr>
            <w:tcW w:w="1701" w:type="dxa"/>
          </w:tcPr>
          <w:p w14:paraId="0DA4F39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C2261D2" w14:textId="77777777" w:rsidR="00223738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anielskim 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1E0F66F8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32319CB4" w14:textId="77777777" w:rsidTr="005E6E85">
        <w:tc>
          <w:tcPr>
            <w:tcW w:w="1701" w:type="dxa"/>
          </w:tcPr>
          <w:p w14:paraId="77E89563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B7E290" w14:textId="77777777" w:rsidR="00223738" w:rsidRPr="006966DE" w:rsidRDefault="00597762" w:rsidP="00B37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jest zdolny do 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197B81D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4557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00B54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8F7C8B" w14:textId="77777777" w:rsidR="0085747A" w:rsidRPr="001B5E0B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6F714" w14:textId="77777777" w:rsidTr="00923D7D">
        <w:tc>
          <w:tcPr>
            <w:tcW w:w="9639" w:type="dxa"/>
          </w:tcPr>
          <w:p w14:paraId="5CA9B0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3DC3" w14:paraId="3FAFE5EF" w14:textId="77777777" w:rsidTr="00923D7D">
        <w:tc>
          <w:tcPr>
            <w:tcW w:w="9639" w:type="dxa"/>
          </w:tcPr>
          <w:p w14:paraId="4171A411" w14:textId="77777777" w:rsidR="0085747A" w:rsidRPr="009160CC" w:rsidRDefault="002A25A5" w:rsidP="00FF4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 xml:space="preserve">Conceptualizing </w:t>
            </w:r>
            <w:r w:rsidR="00FF4AA8" w:rsidRPr="009160CC">
              <w:rPr>
                <w:rFonts w:ascii="Corbel" w:hAnsi="Corbel"/>
                <w:sz w:val="24"/>
                <w:szCs w:val="24"/>
                <w:lang w:val="en-GB"/>
              </w:rPr>
              <w:t>F</w:t>
            </w: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amilies</w:t>
            </w:r>
            <w:r w:rsidR="009160CC" w:rsidRPr="009160CC">
              <w:rPr>
                <w:rFonts w:ascii="Corbel" w:hAnsi="Corbel"/>
                <w:sz w:val="24"/>
                <w:szCs w:val="24"/>
                <w:lang w:val="en-GB"/>
              </w:rPr>
              <w:t>, Global Changes in Marriage, Parenting and Family Life</w:t>
            </w:r>
          </w:p>
        </w:tc>
      </w:tr>
      <w:tr w:rsidR="004E34A4" w:rsidRPr="00EB3DC3" w14:paraId="6DD9F350" w14:textId="77777777" w:rsidTr="00923D7D">
        <w:tc>
          <w:tcPr>
            <w:tcW w:w="9639" w:type="dxa"/>
          </w:tcPr>
          <w:p w14:paraId="5A14DFC8" w14:textId="77777777" w:rsidR="004E34A4" w:rsidRPr="00431B86" w:rsidRDefault="004E34A4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="00431B86"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EA5C4F" w:rsidRPr="00EB3DC3" w14:paraId="1EB59113" w14:textId="77777777" w:rsidTr="00923D7D">
        <w:tc>
          <w:tcPr>
            <w:tcW w:w="9639" w:type="dxa"/>
          </w:tcPr>
          <w:p w14:paraId="5D584756" w14:textId="77777777" w:rsidR="00EA5C4F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h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ild-bearing, Child-rearing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, Child Welfare Issue</w:t>
            </w:r>
          </w:p>
        </w:tc>
      </w:tr>
      <w:tr w:rsidR="009160CC" w:rsidRPr="00EB3DC3" w14:paraId="1980893F" w14:textId="77777777" w:rsidTr="00923D7D">
        <w:tc>
          <w:tcPr>
            <w:tcW w:w="9639" w:type="dxa"/>
          </w:tcPr>
          <w:p w14:paraId="368B4FC8" w14:textId="77777777" w:rsidR="009160CC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Arguments, </w:t>
            </w:r>
            <w:r w:rsidR="009160CC" w:rsidRPr="004E34A4">
              <w:rPr>
                <w:rFonts w:ascii="Corbel" w:hAnsi="Corbel"/>
                <w:sz w:val="24"/>
                <w:szCs w:val="24"/>
                <w:lang w:val="en-GB"/>
              </w:rPr>
              <w:t>Divorce</w:t>
            </w:r>
            <w:r w:rsidR="00785405" w:rsidRPr="004E34A4">
              <w:rPr>
                <w:rFonts w:ascii="Corbel" w:hAnsi="Corbel"/>
                <w:sz w:val="24"/>
                <w:szCs w:val="24"/>
                <w:lang w:val="en-GB"/>
              </w:rPr>
              <w:t>,  Infidelity, Separation, Spousal Neglect</w:t>
            </w:r>
            <w:r w:rsidR="00EA5C4F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6E7633" w:rsidRPr="004E34A4">
              <w:rPr>
                <w:rFonts w:ascii="Corbel" w:hAnsi="Corbel"/>
                <w:sz w:val="24"/>
                <w:szCs w:val="24"/>
                <w:lang w:val="en-GB"/>
              </w:rPr>
              <w:t>Divorce adjustment and blended families</w:t>
            </w:r>
          </w:p>
        </w:tc>
      </w:tr>
      <w:tr w:rsidR="004E34A4" w:rsidRPr="00EB3DC3" w14:paraId="5CCDCF1F" w14:textId="77777777" w:rsidTr="00923D7D">
        <w:tc>
          <w:tcPr>
            <w:tcW w:w="9639" w:type="dxa"/>
          </w:tcPr>
          <w:p w14:paraId="731DE457" w14:textId="77777777" w:rsidR="004E34A4" w:rsidRPr="004E34A4" w:rsidRDefault="004E34A4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E90549" w:rsidRPr="00EB3DC3" w14:paraId="4AC454B4" w14:textId="77777777" w:rsidTr="00923D7D">
        <w:tc>
          <w:tcPr>
            <w:tcW w:w="9639" w:type="dxa"/>
          </w:tcPr>
          <w:p w14:paraId="5E8FB94B" w14:textId="77777777" w:rsidR="00E90549" w:rsidRPr="004E34A4" w:rsidRDefault="00E90549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E90549" w:rsidRPr="00EB3DC3" w14:paraId="322C1993" w14:textId="77777777" w:rsidTr="00923D7D">
        <w:tc>
          <w:tcPr>
            <w:tcW w:w="9639" w:type="dxa"/>
          </w:tcPr>
          <w:p w14:paraId="68F24ACA" w14:textId="77777777" w:rsidR="00E90549" w:rsidRDefault="00431B86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590D94" w:rsidRPr="00EB3DC3" w14:paraId="3D340618" w14:textId="77777777" w:rsidTr="00E90549">
        <w:trPr>
          <w:trHeight w:val="539"/>
        </w:trPr>
        <w:tc>
          <w:tcPr>
            <w:tcW w:w="9639" w:type="dxa"/>
          </w:tcPr>
          <w:p w14:paraId="60DDEF59" w14:textId="77777777" w:rsidR="00590D94" w:rsidRPr="00F8005C" w:rsidRDefault="00035EB9" w:rsidP="00531C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xclusion</w:t>
            </w:r>
            <w:r w:rsidR="00F8005C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Helplessness in Matters of Care and Education, Unemployment, Disability, </w:t>
            </w:r>
            <w:bookmarkStart w:id="0" w:name="Result_43"/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="00797190" w:rsidRPr="00EB3DC3" w14:paraId="5090A828" w14:textId="77777777" w:rsidTr="00923D7D">
        <w:tc>
          <w:tcPr>
            <w:tcW w:w="9639" w:type="dxa"/>
          </w:tcPr>
          <w:p w14:paraId="0FDA9B9E" w14:textId="77777777" w:rsidR="00797190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 w:rsidR="0028096E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28096E"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1B4611" w:rsidRPr="00EB3DC3" w14:paraId="23126903" w14:textId="77777777" w:rsidTr="00923D7D">
        <w:tc>
          <w:tcPr>
            <w:tcW w:w="9639" w:type="dxa"/>
          </w:tcPr>
          <w:p w14:paraId="588FE35E" w14:textId="77777777" w:rsidR="001B4611" w:rsidRPr="004E34A4" w:rsidRDefault="00FB6316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  <w:tr w:rsidR="00FB6316" w:rsidRPr="00EB3DC3" w14:paraId="5E805D91" w14:textId="77777777" w:rsidTr="00923D7D">
        <w:tc>
          <w:tcPr>
            <w:tcW w:w="9639" w:type="dxa"/>
          </w:tcPr>
          <w:p w14:paraId="14536618" w14:textId="77777777" w:rsidR="00FB6316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The Role of States in Supporting Families</w:t>
            </w:r>
          </w:p>
        </w:tc>
      </w:tr>
      <w:tr w:rsidR="00EA5C4F" w:rsidRPr="00EB3DC3" w14:paraId="72E0E535" w14:textId="77777777" w:rsidTr="008F621D">
        <w:tc>
          <w:tcPr>
            <w:tcW w:w="9639" w:type="dxa"/>
          </w:tcPr>
          <w:p w14:paraId="7D925C03" w14:textId="77777777" w:rsidR="00EA5C4F" w:rsidRPr="002A25A5" w:rsidRDefault="00EA5C4F" w:rsidP="008F6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Ethics in Social Work, Statement of Principles Concerning Work with Families </w:t>
            </w:r>
          </w:p>
        </w:tc>
      </w:tr>
    </w:tbl>
    <w:p w14:paraId="38C627DA" w14:textId="77777777" w:rsidR="0085747A" w:rsidRPr="00690E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4F3AA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F1A3BD" w14:textId="77777777" w:rsidR="00FF1B11" w:rsidRPr="009C54AE" w:rsidRDefault="00FF1B11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>
        <w:rPr>
          <w:rFonts w:ascii="Corbel" w:hAnsi="Corbel"/>
          <w:b w:val="0"/>
          <w:smallCaps w:val="0"/>
          <w:szCs w:val="24"/>
        </w:rPr>
        <w:t>ja</w:t>
      </w:r>
    </w:p>
    <w:p w14:paraId="7B2348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C65F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016FF3" w14:textId="77777777" w:rsidR="0085747A" w:rsidRPr="00FF1B11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CA513D9" w14:textId="77777777" w:rsidTr="00C05F44">
        <w:tc>
          <w:tcPr>
            <w:tcW w:w="1985" w:type="dxa"/>
            <w:vAlign w:val="center"/>
          </w:tcPr>
          <w:p w14:paraId="3C30C3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D07EC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9C361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D4DB9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F9F1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23A95F1E" w14:textId="77777777" w:rsidTr="00C05F44">
        <w:tc>
          <w:tcPr>
            <w:tcW w:w="1985" w:type="dxa"/>
          </w:tcPr>
          <w:p w14:paraId="13F74BE5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127558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D07EA04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18C538B5" w14:textId="77777777" w:rsidTr="00C05F44">
        <w:tc>
          <w:tcPr>
            <w:tcW w:w="1985" w:type="dxa"/>
          </w:tcPr>
          <w:p w14:paraId="33B2B633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04941F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4CB3620C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073E1C70" w14:textId="77777777" w:rsidTr="00C05F44">
        <w:tc>
          <w:tcPr>
            <w:tcW w:w="1985" w:type="dxa"/>
          </w:tcPr>
          <w:p w14:paraId="611D4321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3AA53EDA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7069005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6E0678A8" w14:textId="77777777" w:rsidTr="00C05F44">
        <w:tc>
          <w:tcPr>
            <w:tcW w:w="1985" w:type="dxa"/>
          </w:tcPr>
          <w:p w14:paraId="74D5B5A6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5A68DA7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1950C52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094FC13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32787" w14:textId="77777777" w:rsidR="00923D7D" w:rsidRPr="009C54AE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AE5AF5" w14:textId="77777777" w:rsidTr="00923D7D">
        <w:tc>
          <w:tcPr>
            <w:tcW w:w="9670" w:type="dxa"/>
          </w:tcPr>
          <w:p w14:paraId="1B003EC3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37474B6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CE45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58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BF9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4FFA2A" w14:textId="77777777" w:rsidTr="003E1941">
        <w:tc>
          <w:tcPr>
            <w:tcW w:w="4962" w:type="dxa"/>
            <w:vAlign w:val="center"/>
          </w:tcPr>
          <w:p w14:paraId="1B8C43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0595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D1720" w14:textId="77777777" w:rsidTr="00923D7D">
        <w:tc>
          <w:tcPr>
            <w:tcW w:w="4962" w:type="dxa"/>
          </w:tcPr>
          <w:p w14:paraId="4B3CF5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9B4EDB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2C0FF2" w14:textId="77777777" w:rsidTr="00923D7D">
        <w:tc>
          <w:tcPr>
            <w:tcW w:w="4962" w:type="dxa"/>
          </w:tcPr>
          <w:p w14:paraId="75DD12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13C8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F4173B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C3B6EE" w14:textId="77777777" w:rsidTr="00923D7D">
        <w:tc>
          <w:tcPr>
            <w:tcW w:w="4962" w:type="dxa"/>
          </w:tcPr>
          <w:p w14:paraId="526C84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82E22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ED82E8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0156E262" w14:textId="77777777" w:rsidTr="00923D7D">
        <w:tc>
          <w:tcPr>
            <w:tcW w:w="4962" w:type="dxa"/>
          </w:tcPr>
          <w:p w14:paraId="054D8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6FE2A7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BEDA76" w14:textId="77777777" w:rsidTr="00923D7D">
        <w:tc>
          <w:tcPr>
            <w:tcW w:w="4962" w:type="dxa"/>
          </w:tcPr>
          <w:p w14:paraId="7D378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7E0627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C7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374C88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FFCA2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BBD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6537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BBD6B2A" w14:textId="77777777" w:rsidTr="00FF1B11">
        <w:trPr>
          <w:trHeight w:val="397"/>
        </w:trPr>
        <w:tc>
          <w:tcPr>
            <w:tcW w:w="4962" w:type="dxa"/>
          </w:tcPr>
          <w:p w14:paraId="590FD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4ECF8F68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AF517E6" w14:textId="77777777" w:rsidTr="00FF1B11">
        <w:trPr>
          <w:trHeight w:val="397"/>
        </w:trPr>
        <w:tc>
          <w:tcPr>
            <w:tcW w:w="4962" w:type="dxa"/>
          </w:tcPr>
          <w:p w14:paraId="7CC4F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2A528640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7A2937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FF3B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1FA9F0" w14:textId="0A8A0960" w:rsidR="0055620F" w:rsidRDefault="0055620F" w:rsidP="009655B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3DC3" w:rsidRPr="007B62F0" w14:paraId="26376C9C" w14:textId="77777777" w:rsidTr="00845800">
        <w:trPr>
          <w:trHeight w:val="397"/>
        </w:trPr>
        <w:tc>
          <w:tcPr>
            <w:tcW w:w="9639" w:type="dxa"/>
          </w:tcPr>
          <w:p w14:paraId="754327E5" w14:textId="77777777" w:rsidR="00EB3DC3" w:rsidRDefault="00EB3DC3" w:rsidP="0084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2C5E6AAD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3D2F2F10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562D45D6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1DD1875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3A0001B1" w14:textId="77777777" w:rsidR="00EB3DC3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8" w:history="1"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</w:t>
              </w:r>
              <w:proofErr w:type="spellStart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Granosik</w:t>
              </w:r>
              <w:proofErr w:type="spellEnd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Anita </w:t>
              </w:r>
              <w:proofErr w:type="spellStart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Gulczyńska</w:t>
              </w:r>
              <w:proofErr w:type="spellEnd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A., </w:t>
              </w:r>
              <w:proofErr w:type="spellStart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Kostrzyńska</w:t>
              </w:r>
              <w:proofErr w:type="spellEnd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</w:t>
              </w:r>
              <w:proofErr w:type="spellStart"/>
              <w:r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Littlechild</w:t>
              </w:r>
              <w:proofErr w:type="spellEnd"/>
            </w:hyperlink>
            <w:r w:rsidRP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 (2019). 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1" w:name="citation"/>
          <w:p w14:paraId="2D4DBE31" w14:textId="77777777" w:rsidR="00EB3DC3" w:rsidRPr="00BE39A1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</w:t>
            </w: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Goodley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9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1"/>
          </w:p>
          <w:p w14:paraId="1A861DF1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0" w:history="1">
              <w:proofErr w:type="spellStart"/>
              <w:r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1" w:history="1">
              <w:r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 (2018).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EB3DC3" w:rsidRPr="000050BF" w14:paraId="761DA962" w14:textId="77777777" w:rsidTr="00845800">
        <w:trPr>
          <w:trHeight w:val="397"/>
        </w:trPr>
        <w:tc>
          <w:tcPr>
            <w:tcW w:w="9639" w:type="dxa"/>
          </w:tcPr>
          <w:p w14:paraId="5730FC41" w14:textId="111A01B7" w:rsidR="00EB3DC3" w:rsidRPr="000836AD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bookmarkStart w:id="2" w:name="_GoBack"/>
            <w:bookmarkEnd w:id="2"/>
          </w:p>
          <w:p w14:paraId="0D4A2807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3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2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3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70EE42EC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7F8A4247" w14:textId="77777777" w:rsidR="00EB3DC3" w:rsidRPr="000050BF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C. (2011).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1EC70CBE" w14:textId="77777777" w:rsidR="0055620F" w:rsidRDefault="0055620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540A379" w14:textId="77777777" w:rsidR="00A168DE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BCC399E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4CB220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D3DB6" w14:textId="77777777" w:rsidR="00060AD6" w:rsidRDefault="00060AD6" w:rsidP="00C16ABF">
      <w:pPr>
        <w:spacing w:after="0" w:line="240" w:lineRule="auto"/>
      </w:pPr>
      <w:r>
        <w:separator/>
      </w:r>
    </w:p>
  </w:endnote>
  <w:endnote w:type="continuationSeparator" w:id="0">
    <w:p w14:paraId="29B74E1B" w14:textId="77777777" w:rsidR="00060AD6" w:rsidRDefault="00060A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422"/>
      <w:docPartObj>
        <w:docPartGallery w:val="Page Numbers (Bottom of Page)"/>
        <w:docPartUnique/>
      </w:docPartObj>
    </w:sdtPr>
    <w:sdtEndPr/>
    <w:sdtContent>
      <w:p w14:paraId="13FC6812" w14:textId="10D98B63" w:rsidR="008F621D" w:rsidRDefault="00D30FCF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6B72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53136B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BD196" w14:textId="77777777" w:rsidR="00060AD6" w:rsidRDefault="00060AD6" w:rsidP="00C16ABF">
      <w:pPr>
        <w:spacing w:after="0" w:line="240" w:lineRule="auto"/>
      </w:pPr>
      <w:r>
        <w:separator/>
      </w:r>
    </w:p>
  </w:footnote>
  <w:footnote w:type="continuationSeparator" w:id="0">
    <w:p w14:paraId="655C095A" w14:textId="77777777" w:rsidR="00060AD6" w:rsidRDefault="00060AD6" w:rsidP="00C16ABF">
      <w:pPr>
        <w:spacing w:after="0" w:line="240" w:lineRule="auto"/>
      </w:pPr>
      <w:r>
        <w:continuationSeparator/>
      </w:r>
    </w:p>
  </w:footnote>
  <w:footnote w:id="1">
    <w:p w14:paraId="07F69934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60AD6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B4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81905"/>
    <w:rsid w:val="00590D94"/>
    <w:rsid w:val="0059484D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6DE"/>
    <w:rsid w:val="006969D9"/>
    <w:rsid w:val="006B7263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875A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2EF6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B3DC3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A59D9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88D"/>
  <w15:docId w15:val="{43134AD1-ED51-4F52-AF7D-E3503475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3002087576/ksiazka/participatory-social-work?bibFilter=26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dawnictwo.uni.lodz.pl/autor/jolanta-grotowska-lede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ydawnictwo.uni.lodz.pl/autor/paulina-bunio-mroczek/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__doLinkPostBack('','mdb~~f5h%7C%7Cjdb~~f5hjnh%7C%7Css~~JN%20%22Social%20Work%22%7C%7Csl~~jh','');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1C716-3597-472C-B091-DF8AFB636D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86D6B-2E04-4993-BB1C-8A8D245AA1AA}"/>
</file>

<file path=customXml/itemProps3.xml><?xml version="1.0" encoding="utf-8"?>
<ds:datastoreItem xmlns:ds="http://schemas.openxmlformats.org/officeDocument/2006/customXml" ds:itemID="{8A3F98AF-B0B8-42FF-B29E-8BF78BA3F890}"/>
</file>

<file path=customXml/itemProps4.xml><?xml version="1.0" encoding="utf-8"?>
<ds:datastoreItem xmlns:ds="http://schemas.openxmlformats.org/officeDocument/2006/customXml" ds:itemID="{97B58BC8-2D1F-4A7F-9214-2231AB7E1F3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5</cp:revision>
  <cp:lastPrinted>2019-07-17T13:22:00Z</cp:lastPrinted>
  <dcterms:created xsi:type="dcterms:W3CDTF">2021-09-30T20:42:00Z</dcterms:created>
  <dcterms:modified xsi:type="dcterms:W3CDTF">2021-10-02T10:56:00Z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